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4FEE">
        <w:rPr>
          <w:rFonts w:ascii="Corbel" w:hAnsi="Corbel"/>
          <w:i/>
          <w:smallCaps/>
          <w:sz w:val="24"/>
          <w:szCs w:val="24"/>
        </w:rPr>
        <w:t>202</w:t>
      </w:r>
      <w:r w:rsidR="0065709C">
        <w:rPr>
          <w:rFonts w:ascii="Corbel" w:hAnsi="Corbel"/>
          <w:i/>
          <w:smallCaps/>
          <w:sz w:val="24"/>
          <w:szCs w:val="24"/>
        </w:rPr>
        <w:t>1</w:t>
      </w:r>
      <w:r w:rsidR="00D016C2">
        <w:rPr>
          <w:rFonts w:ascii="Corbel" w:hAnsi="Corbel"/>
          <w:i/>
          <w:smallCaps/>
          <w:sz w:val="24"/>
          <w:szCs w:val="24"/>
        </w:rPr>
        <w:t>-202</w:t>
      </w:r>
      <w:r w:rsidR="0065709C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94FEE">
        <w:rPr>
          <w:rFonts w:ascii="Corbel" w:hAnsi="Corbel"/>
          <w:sz w:val="20"/>
          <w:szCs w:val="20"/>
        </w:rPr>
        <w:t>202</w:t>
      </w:r>
      <w:r w:rsidR="0065709C">
        <w:rPr>
          <w:rFonts w:ascii="Corbel" w:hAnsi="Corbel"/>
          <w:sz w:val="20"/>
          <w:szCs w:val="20"/>
        </w:rPr>
        <w:t>1</w:t>
      </w:r>
      <w:r w:rsidR="00694FEE">
        <w:rPr>
          <w:rFonts w:ascii="Corbel" w:hAnsi="Corbel"/>
          <w:sz w:val="20"/>
          <w:szCs w:val="20"/>
        </w:rPr>
        <w:t>/202</w:t>
      </w:r>
      <w:r w:rsidR="0065709C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B30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0257">
        <w:rPr>
          <w:rFonts w:ascii="Corbel" w:hAnsi="Corbel"/>
          <w:b w:val="0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AB62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AB62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11695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Zd</w:t>
            </w:r>
            <w:r w:rsidR="00224726" w:rsidRPr="00FE25D7">
              <w:rPr>
                <w:rFonts w:ascii="Corbel" w:hAnsi="Corbel" w:cs="Times New Roman"/>
              </w:rPr>
              <w:t>efiniuje i op</w:t>
            </w:r>
            <w:r w:rsidRPr="00FE25D7">
              <w:rPr>
                <w:rFonts w:ascii="Corbel" w:hAnsi="Corbel" w:cs="Times New Roman"/>
              </w:rPr>
              <w:t>isze</w:t>
            </w:r>
            <w:r w:rsidR="00224726" w:rsidRPr="00FE25D7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FE25D7">
              <w:rPr>
                <w:rFonts w:ascii="Corbel" w:hAnsi="Corbel" w:cs="LiberationSerif"/>
              </w:rPr>
              <w:t>kontrola społeczna, osobowość,</w:t>
            </w:r>
            <w:r w:rsidR="00224726" w:rsidRPr="00FE25D7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FE25D7">
              <w:rPr>
                <w:rFonts w:ascii="Corbel" w:hAnsi="Corbel" w:cs="LiberationSerif"/>
              </w:rPr>
              <w:t xml:space="preserve">, </w:t>
            </w:r>
            <w:r w:rsidR="00D11695" w:rsidRPr="00FE25D7">
              <w:rPr>
                <w:rFonts w:ascii="Corbel" w:hAnsi="Corbel" w:cs="LiberationSerif"/>
              </w:rPr>
              <w:t>ponadto posiada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uporządkowaną wiedzę dotyczącą przedmiotowych i</w:t>
            </w:r>
          </w:p>
          <w:p w:rsidR="00D11695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LiberationSerif"/>
              </w:rPr>
              <w:t>metodologicznych powiązań socjologii z innymi</w:t>
            </w:r>
          </w:p>
          <w:p w:rsidR="0085747A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LiberationSerif"/>
              </w:rPr>
              <w:t>dyscyplinami</w:t>
            </w:r>
            <w:r w:rsidR="005D495F" w:rsidRPr="00FE25D7">
              <w:rPr>
                <w:rFonts w:ascii="Corbel" w:hAnsi="Corbel" w:cs="LiberationSerif"/>
              </w:rPr>
              <w:t xml:space="preserve"> wchodzącymi w zakres </w:t>
            </w:r>
            <w:r w:rsidRPr="00FE25D7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:rsidR="0085747A" w:rsidRPr="00FE25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E25D7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Times New Roman"/>
              </w:rPr>
              <w:t>Om</w:t>
            </w:r>
            <w:r w:rsidR="00B65C17" w:rsidRPr="00FE25D7">
              <w:rPr>
                <w:rFonts w:ascii="Corbel" w:hAnsi="Corbel" w:cs="Times New Roman"/>
              </w:rPr>
              <w:t>ówi</w:t>
            </w:r>
            <w:r w:rsidRPr="00FE25D7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FE25D7">
              <w:rPr>
                <w:rFonts w:ascii="Corbel" w:hAnsi="Corbel" w:cs="LiberationSerif"/>
              </w:rPr>
              <w:t>osiada uporządkowaną wiedzę dotyczącą podstawowych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rodzajów małych (rodzina) i wielkich (naród, państwo)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Za</w:t>
            </w:r>
            <w:r w:rsidR="005D495F" w:rsidRPr="00FE25D7">
              <w:rPr>
                <w:rFonts w:ascii="Corbel" w:hAnsi="Corbel" w:cs="Times New Roman"/>
              </w:rPr>
              <w:t>nalizuje i ocenia różne zjawiska społeczne, w tym sytuacje wychowawcze, opiekuńcze i dydaktyczne</w:t>
            </w:r>
            <w:r w:rsidR="005D495F" w:rsidRPr="00FE25D7">
              <w:rPr>
                <w:rFonts w:ascii="Corbel" w:hAnsi="Corbel" w:cs="LiberationSerif"/>
              </w:rPr>
              <w:t>, a ponadto p</w:t>
            </w:r>
            <w:r w:rsidR="00D11695" w:rsidRPr="00FE25D7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FE25D7">
              <w:rPr>
                <w:rFonts w:ascii="Corbel" w:hAnsi="Corbel" w:cs="LiberationSerif"/>
              </w:rPr>
              <w:t>takie zjawiska, które na co dzień mają miejsce</w:t>
            </w:r>
            <w:r w:rsidR="00320BD6" w:rsidRPr="00FE25D7">
              <w:rPr>
                <w:rFonts w:ascii="Corbel" w:hAnsi="Corbel" w:cs="LiberationSerif"/>
              </w:rPr>
              <w:t xml:space="preserve"> w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K_U01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E8600E" w:rsidRPr="00FE25D7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E25D7">
              <w:rPr>
                <w:rFonts w:ascii="Corbel" w:hAnsi="Corbel" w:cs="Times New Roman"/>
              </w:rPr>
              <w:t>Dokon</w:t>
            </w:r>
            <w:r w:rsidR="00B65C17" w:rsidRPr="00FE25D7">
              <w:rPr>
                <w:rFonts w:ascii="Corbel" w:hAnsi="Corbel" w:cs="Times New Roman"/>
              </w:rPr>
              <w:t>a</w:t>
            </w:r>
            <w:r w:rsidRPr="00FE25D7">
              <w:rPr>
                <w:rFonts w:ascii="Corbel" w:hAnsi="Corbel" w:cs="Times New Roman"/>
              </w:rPr>
              <w:t xml:space="preserve"> oceny znaczenia wiedzy socjologicznej w rozwoju środowisk społecznych i projektuje działania na rzecz środowiska</w:t>
            </w:r>
          </w:p>
          <w:p w:rsidR="00F609B6" w:rsidRPr="00FE25D7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:rsidR="00F609B6" w:rsidRPr="00FE25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K</w:t>
            </w:r>
            <w:r w:rsidRPr="00FE25D7">
              <w:rPr>
                <w:rFonts w:ascii="Corbel" w:hAnsi="Corbel" w:cs="LiberationSerif"/>
                <w:b w:val="0"/>
                <w:sz w:val="22"/>
              </w:rPr>
              <w:t>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podział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funkcje i miejsce socjologii w naukach społecznych;</w:t>
            </w:r>
          </w:p>
          <w:p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:rsidTr="00923D7D">
        <w:tc>
          <w:tcPr>
            <w:tcW w:w="9639" w:type="dxa"/>
          </w:tcPr>
          <w:p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rodzaje i typy zachowań patologicznych;</w:t>
            </w:r>
          </w:p>
          <w:p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Pitirim Sorokin i jego koncepcja zmian społecznych;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wyzwań-odpowiedzi Arnolda J. Toynbeego;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proces industrializacji w Polsce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FE25D7" w:rsidRDefault="00FE25D7" w:rsidP="00FE25D7">
            <w:pPr>
              <w:pStyle w:val="Bezodstpw"/>
              <w:rPr>
                <w:b/>
              </w:rPr>
            </w:pPr>
            <w:r>
              <w:t>E</w:t>
            </w:r>
            <w:r w:rsidR="0085747A" w:rsidRPr="00FE25D7">
              <w:t xml:space="preserve">k_ 01 </w:t>
            </w:r>
          </w:p>
        </w:tc>
        <w:tc>
          <w:tcPr>
            <w:tcW w:w="5528" w:type="dxa"/>
          </w:tcPr>
          <w:p w:rsidR="0085747A" w:rsidRPr="00FE25D7" w:rsidRDefault="009D757D" w:rsidP="00FE25D7">
            <w:pPr>
              <w:pStyle w:val="Bezodstpw"/>
              <w:rPr>
                <w:b/>
                <w:strike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FE25D7" w:rsidRDefault="0085747A" w:rsidP="00FE25D7">
            <w:pPr>
              <w:pStyle w:val="Bezodstpw"/>
              <w:rPr>
                <w:b/>
              </w:rPr>
            </w:pPr>
            <w:r w:rsidRPr="00FE25D7">
              <w:t>Ek_ 02</w:t>
            </w:r>
          </w:p>
        </w:tc>
        <w:tc>
          <w:tcPr>
            <w:tcW w:w="5528" w:type="dxa"/>
          </w:tcPr>
          <w:p w:rsidR="0085747A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FE25D7" w:rsidRDefault="00FE25D7" w:rsidP="00FE25D7">
            <w:pPr>
              <w:pStyle w:val="Bezodstpw"/>
              <w:rPr>
                <w:b/>
              </w:rPr>
            </w:pPr>
            <w:r>
              <w:rPr>
                <w:rFonts w:cs="DejaVuSans"/>
              </w:rPr>
              <w:t>E</w:t>
            </w:r>
            <w:r w:rsidR="001A6F61" w:rsidRPr="00FE25D7">
              <w:rPr>
                <w:rFonts w:cs="DejaVuSans"/>
              </w:rPr>
              <w:t>k_03</w:t>
            </w:r>
          </w:p>
        </w:tc>
        <w:tc>
          <w:tcPr>
            <w:tcW w:w="5528" w:type="dxa"/>
          </w:tcPr>
          <w:p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FE25D7" w:rsidRDefault="001A6F61" w:rsidP="00FE25D7">
            <w:pPr>
              <w:pStyle w:val="Bezodstpw"/>
              <w:rPr>
                <w:b/>
              </w:rPr>
            </w:pPr>
            <w:r w:rsidRPr="00FE25D7">
              <w:t>EK_04</w:t>
            </w:r>
          </w:p>
        </w:tc>
        <w:tc>
          <w:tcPr>
            <w:tcW w:w="5528" w:type="dxa"/>
          </w:tcPr>
          <w:p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D757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C69EE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</w:t>
            </w:r>
            <w:r w:rsidR="001C69EE">
              <w:rPr>
                <w:rFonts w:ascii="Corbel" w:hAnsi="Corbel"/>
                <w:sz w:val="24"/>
                <w:szCs w:val="24"/>
              </w:rPr>
              <w:t>nie do zajęć, egzaminu pisemnego</w:t>
            </w:r>
            <w:r w:rsidR="00D1643D">
              <w:rPr>
                <w:rFonts w:ascii="Corbel" w:hAnsi="Corbel"/>
                <w:sz w:val="24"/>
                <w:szCs w:val="24"/>
              </w:rPr>
              <w:t>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4D46CA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65C1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ITERATURA PODSTAWOWA</w:t>
            </w:r>
            <w:r>
              <w:rPr>
                <w:rFonts w:ascii="LiberationSerif" w:hAnsi="LiberationSerif" w:cs="LiberationSerif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GIDDENS A., SUTTON P. W.,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" w:hAnsi="LiberationSerif" w:cs="LiberationSerif"/>
              </w:rPr>
              <w:t>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SZTOMPKA P.,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ANALIZA SPOŁECZEŃSTWA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 K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RAKÓW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STEVE B.,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GWP – G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DAŃSK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SZCZURKIEWICZ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NAUKOWA A SOCJOLOGIA POPULARNA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2008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KOSIŃSKI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 SOCJOLOGII</w:t>
            </w:r>
            <w:r>
              <w:rPr>
                <w:rFonts w:ascii="LiberationSerif" w:hAnsi="LiberationSerif" w:cs="LiberationSerif"/>
              </w:rPr>
              <w:t>,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ARONSON E.,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C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ZŁOWIEK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ISTOTA SPOŁECZNA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DYONIZIAK R.,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WSPÓŁAUTOR</w:t>
            </w:r>
            <w:r>
              <w:rPr>
                <w:rFonts w:ascii="LiberationSerif" w:hAnsi="LiberationSerif" w:cs="LiberationSerif"/>
              </w:rPr>
              <w:t xml:space="preserve">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POŁECZEŃSTWO W PROCESIE ZMIAN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. 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SOCJOLOGII OGÓLNEJ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1992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KRAWCZYK Z., MORAWSKI W.,(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PROBLEMY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PODSTAWOWE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1991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SZCZEPAŃSKI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E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LEMENTARNE POJĘCIA SOCJOLOGII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JANUSZEK H., SIKORA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ODSTAWY SOCJOLOGII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1997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TURNER J.,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KONCEPCJE I ICH ZASTOSOWANIE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1998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>L</w:t>
            </w:r>
            <w:r>
              <w:rPr>
                <w:rFonts w:ascii="DejaVuSans" w:hAnsi="DejaVuSans" w:cs="DejaVuSans"/>
                <w:sz w:val="19"/>
                <w:szCs w:val="19"/>
              </w:rPr>
              <w:t>ITERATURA UZUPEŁNIAJĄCA</w:t>
            </w:r>
            <w:r>
              <w:rPr>
                <w:rFonts w:ascii="DejaVuSans" w:hAnsi="DejaVuSans" w:cs="DejaVuSans"/>
                <w:sz w:val="24"/>
                <w:szCs w:val="24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TUROWSKI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Socjologia. Małe struktury społeczne</w:t>
            </w:r>
            <w:r>
              <w:rPr>
                <w:rFonts w:ascii="LiberationSerif" w:hAnsi="LiberationSerif" w:cs="LiberationSerif"/>
              </w:rPr>
              <w:t>, KUL – Lublin 1993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MIKA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społeczna</w:t>
            </w:r>
            <w:r>
              <w:rPr>
                <w:rFonts w:ascii="LiberationSerif" w:hAnsi="LiberationSerif" w:cs="LiberationSerif"/>
              </w:rPr>
              <w:t>, Warszawa 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 tekstów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>cz. I i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:rsidR="000C5D8E" w:rsidRDefault="004D46CA" w:rsidP="00C8160C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FD2" w:rsidRDefault="00650FD2" w:rsidP="00C16ABF">
      <w:pPr>
        <w:spacing w:after="0" w:line="240" w:lineRule="auto"/>
      </w:pPr>
      <w:r>
        <w:separator/>
      </w:r>
    </w:p>
  </w:endnote>
  <w:endnote w:type="continuationSeparator" w:id="0">
    <w:p w:rsidR="00650FD2" w:rsidRDefault="00650F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FD2" w:rsidRDefault="00650FD2" w:rsidP="00C16ABF">
      <w:pPr>
        <w:spacing w:after="0" w:line="240" w:lineRule="auto"/>
      </w:pPr>
      <w:r>
        <w:separator/>
      </w:r>
    </w:p>
  </w:footnote>
  <w:footnote w:type="continuationSeparator" w:id="0">
    <w:p w:rsidR="00650FD2" w:rsidRDefault="00650FD2" w:rsidP="00C16ABF">
      <w:pPr>
        <w:spacing w:after="0" w:line="240" w:lineRule="auto"/>
      </w:pPr>
      <w:r>
        <w:continuationSeparator/>
      </w:r>
    </w:p>
  </w:footnote>
  <w:footnote w:id="1">
    <w:p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E1C"/>
    <w:rsid w:val="00042A51"/>
    <w:rsid w:val="00042D2E"/>
    <w:rsid w:val="00044C82"/>
    <w:rsid w:val="00070ED6"/>
    <w:rsid w:val="000742DC"/>
    <w:rsid w:val="00084C12"/>
    <w:rsid w:val="00086234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69EE"/>
    <w:rsid w:val="001D657B"/>
    <w:rsid w:val="001D7B54"/>
    <w:rsid w:val="001E0209"/>
    <w:rsid w:val="001F2CA2"/>
    <w:rsid w:val="00204F3C"/>
    <w:rsid w:val="002144C0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09A4"/>
    <w:rsid w:val="00363F78"/>
    <w:rsid w:val="003A0A5B"/>
    <w:rsid w:val="003A1176"/>
    <w:rsid w:val="003A6F93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1E8A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0FD2"/>
    <w:rsid w:val="00654934"/>
    <w:rsid w:val="0065709C"/>
    <w:rsid w:val="006620D9"/>
    <w:rsid w:val="00671958"/>
    <w:rsid w:val="00672299"/>
    <w:rsid w:val="00675843"/>
    <w:rsid w:val="00694FEE"/>
    <w:rsid w:val="00696477"/>
    <w:rsid w:val="006A1626"/>
    <w:rsid w:val="006A36E2"/>
    <w:rsid w:val="006B301F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747A"/>
    <w:rsid w:val="00866498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B62C3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AF4532"/>
    <w:rsid w:val="00B02E32"/>
    <w:rsid w:val="00B06142"/>
    <w:rsid w:val="00B135B1"/>
    <w:rsid w:val="00B3075B"/>
    <w:rsid w:val="00B3130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0257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70A1"/>
    <w:rsid w:val="00C61DC5"/>
    <w:rsid w:val="00C67E92"/>
    <w:rsid w:val="00C70A26"/>
    <w:rsid w:val="00C766DF"/>
    <w:rsid w:val="00C8160C"/>
    <w:rsid w:val="00C8687F"/>
    <w:rsid w:val="00C93F77"/>
    <w:rsid w:val="00C94B98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A52BB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1A06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25D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42985-5863-4BF4-9A2A-8B8C5DE6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2020-10-13T08:18:00Z</cp:lastPrinted>
  <dcterms:created xsi:type="dcterms:W3CDTF">2019-11-20T16:58:00Z</dcterms:created>
  <dcterms:modified xsi:type="dcterms:W3CDTF">2021-09-24T10:19:00Z</dcterms:modified>
</cp:coreProperties>
</file>